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2484EFAA" w:rsidR="00F37F00" w:rsidRPr="0068220B" w:rsidRDefault="00947D01" w:rsidP="00044EB7">
      <w:r w:rsidRPr="00947D01">
        <w:rPr>
          <w:noProof/>
        </w:rPr>
        <w:drawing>
          <wp:inline distT="0" distB="0" distL="0" distR="0" wp14:anchorId="59813091" wp14:editId="6CE19102">
            <wp:extent cx="7235825" cy="628205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4527D583" w:rsidR="004C7D07" w:rsidRDefault="004C7D07" w:rsidP="004C7D07">
      <w:r>
        <w:lastRenderedPageBreak/>
        <w:t xml:space="preserve">THEORETICAL MASS FOR </w:t>
      </w:r>
      <w:r w:rsidR="0068220B">
        <w:t>[</w:t>
      </w:r>
      <w:r w:rsidR="0023096B">
        <w:t>C</w:t>
      </w:r>
      <w:r w:rsidR="001613F4">
        <w:t>1</w:t>
      </w:r>
      <w:r w:rsidR="00947D01">
        <w:t>4</w:t>
      </w:r>
      <w:r w:rsidR="001613F4">
        <w:t>H18O</w:t>
      </w:r>
      <w:r w:rsidR="00947D01">
        <w:t>5</w:t>
      </w:r>
      <w:r w:rsidR="001613F4">
        <w:t>S2+</w:t>
      </w:r>
      <w:r w:rsidR="0068220B">
        <w:t>H</w:t>
      </w:r>
      <w:r>
        <w:t>]</w:t>
      </w:r>
      <w:r w:rsidR="001613F4">
        <w:t>+</w:t>
      </w:r>
      <w:r>
        <w:t xml:space="preserve"> = </w:t>
      </w:r>
      <w:r w:rsidR="00947D01">
        <w:t>331.0668</w:t>
      </w:r>
    </w:p>
    <w:p w14:paraId="06DB471A" w14:textId="0CE848BC" w:rsidR="00491A83" w:rsidRDefault="001613F4" w:rsidP="004C7D07">
      <w:r>
        <w:t xml:space="preserve">FOUND MASS: </w:t>
      </w:r>
      <w:r w:rsidR="00E15B2B">
        <w:t>348.0937</w:t>
      </w:r>
      <w:r>
        <w:t xml:space="preserve">    </w:t>
      </w:r>
      <w:r w:rsidRPr="001613F4">
        <w:t>C1</w:t>
      </w:r>
      <w:r w:rsidR="00947D01">
        <w:t>4</w:t>
      </w:r>
      <w:r w:rsidRPr="001613F4">
        <w:t xml:space="preserve"> H22 O</w:t>
      </w:r>
      <w:r w:rsidR="006F3498">
        <w:t>5</w:t>
      </w:r>
      <w:r w:rsidRPr="001613F4">
        <w:t xml:space="preserve"> N S2</w:t>
      </w:r>
      <w:r>
        <w:t xml:space="preserve">  [M+NH4]+</w:t>
      </w:r>
    </w:p>
    <w:p w14:paraId="463A3B9B" w14:textId="4873518A" w:rsidR="001613F4" w:rsidRDefault="001613F4" w:rsidP="004C7D07">
      <w:r>
        <w:t xml:space="preserve">ERROR (PPM): </w:t>
      </w:r>
      <w:r w:rsidR="00E15B2B">
        <w:t>0.61</w:t>
      </w:r>
    </w:p>
    <w:p w14:paraId="45AEDB86" w14:textId="79B7FC28" w:rsidR="001613F4" w:rsidRDefault="001613F4" w:rsidP="004C7D07"/>
    <w:sectPr w:rsidR="001613F4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F00"/>
    <w:rsid w:val="00044EB7"/>
    <w:rsid w:val="000E3EC1"/>
    <w:rsid w:val="001613F4"/>
    <w:rsid w:val="001C3256"/>
    <w:rsid w:val="0023096B"/>
    <w:rsid w:val="00275E2A"/>
    <w:rsid w:val="003362A6"/>
    <w:rsid w:val="0037624E"/>
    <w:rsid w:val="003B0136"/>
    <w:rsid w:val="003E6E4E"/>
    <w:rsid w:val="00491A83"/>
    <w:rsid w:val="004B040E"/>
    <w:rsid w:val="004C2A0A"/>
    <w:rsid w:val="004C7D07"/>
    <w:rsid w:val="00525E2E"/>
    <w:rsid w:val="00595483"/>
    <w:rsid w:val="00626E7A"/>
    <w:rsid w:val="0068220B"/>
    <w:rsid w:val="006F3498"/>
    <w:rsid w:val="007F7CF9"/>
    <w:rsid w:val="00863BE8"/>
    <w:rsid w:val="00947D01"/>
    <w:rsid w:val="00A06372"/>
    <w:rsid w:val="00AA367B"/>
    <w:rsid w:val="00B14461"/>
    <w:rsid w:val="00B22530"/>
    <w:rsid w:val="00DA3507"/>
    <w:rsid w:val="00DC1254"/>
    <w:rsid w:val="00DF6EA1"/>
    <w:rsid w:val="00E126C3"/>
    <w:rsid w:val="00E15B2B"/>
    <w:rsid w:val="00E751C4"/>
    <w:rsid w:val="00F37F00"/>
    <w:rsid w:val="00F4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4</TotalTime>
  <Pages>2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4</cp:revision>
  <dcterms:created xsi:type="dcterms:W3CDTF">2023-03-31T16:07:00Z</dcterms:created>
  <dcterms:modified xsi:type="dcterms:W3CDTF">2023-03-31T16:08:00Z</dcterms:modified>
</cp:coreProperties>
</file>